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C74D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BA7C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4F964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3108B0">
        <w:rPr>
          <w:rFonts w:ascii="Corbel" w:hAnsi="Corbel"/>
          <w:i/>
          <w:smallCaps/>
          <w:sz w:val="24"/>
          <w:szCs w:val="24"/>
        </w:rPr>
        <w:t>2</w:t>
      </w:r>
      <w:r w:rsidR="002F2DB0">
        <w:rPr>
          <w:rFonts w:ascii="Corbel" w:hAnsi="Corbel"/>
          <w:i/>
          <w:smallCaps/>
          <w:sz w:val="24"/>
          <w:szCs w:val="24"/>
        </w:rPr>
        <w:t>-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3108B0">
        <w:rPr>
          <w:rFonts w:ascii="Corbel" w:hAnsi="Corbel"/>
          <w:i/>
          <w:smallCaps/>
          <w:sz w:val="24"/>
          <w:szCs w:val="24"/>
        </w:rPr>
        <w:t>5</w:t>
      </w:r>
    </w:p>
    <w:p w14:paraId="4045102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89E417" w14:textId="6AA253A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A16C0">
        <w:rPr>
          <w:rFonts w:ascii="Corbel" w:hAnsi="Corbel"/>
          <w:sz w:val="20"/>
          <w:szCs w:val="20"/>
        </w:rPr>
        <w:t>202</w:t>
      </w:r>
      <w:r w:rsidR="003108B0">
        <w:rPr>
          <w:rFonts w:ascii="Corbel" w:hAnsi="Corbel"/>
          <w:sz w:val="20"/>
          <w:szCs w:val="20"/>
        </w:rPr>
        <w:t>2</w:t>
      </w:r>
      <w:r w:rsidR="000A16C0">
        <w:rPr>
          <w:rFonts w:ascii="Corbel" w:hAnsi="Corbel"/>
          <w:sz w:val="20"/>
          <w:szCs w:val="20"/>
        </w:rPr>
        <w:t>/202</w:t>
      </w:r>
      <w:r w:rsidR="003108B0">
        <w:rPr>
          <w:rFonts w:ascii="Corbel" w:hAnsi="Corbel"/>
          <w:sz w:val="20"/>
          <w:szCs w:val="20"/>
        </w:rPr>
        <w:t>3</w:t>
      </w:r>
    </w:p>
    <w:p w14:paraId="29000F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508D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62FC65" w14:textId="77777777" w:rsidTr="00B819C8">
        <w:tc>
          <w:tcPr>
            <w:tcW w:w="2694" w:type="dxa"/>
            <w:vAlign w:val="center"/>
          </w:tcPr>
          <w:p w14:paraId="674A6F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937E5A" w14:textId="77777777"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14:paraId="76706B49" w14:textId="77777777" w:rsidTr="00B819C8">
        <w:tc>
          <w:tcPr>
            <w:tcW w:w="2694" w:type="dxa"/>
            <w:vAlign w:val="center"/>
          </w:tcPr>
          <w:p w14:paraId="06795C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EA65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14:paraId="46606920" w14:textId="77777777" w:rsidTr="00B819C8">
        <w:tc>
          <w:tcPr>
            <w:tcW w:w="2694" w:type="dxa"/>
            <w:vAlign w:val="center"/>
          </w:tcPr>
          <w:p w14:paraId="51D0D052" w14:textId="77777777" w:rsidR="006B6F77" w:rsidRPr="009C54AE" w:rsidRDefault="003108B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B6F7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B6F7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D4BCEB" w14:textId="77777777" w:rsidR="006B6F77" w:rsidRPr="009C54AE" w:rsidRDefault="00382AA2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14:paraId="66C90DE5" w14:textId="77777777" w:rsidTr="00B819C8">
        <w:tc>
          <w:tcPr>
            <w:tcW w:w="2694" w:type="dxa"/>
            <w:vAlign w:val="center"/>
          </w:tcPr>
          <w:p w14:paraId="7BADBDB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545EE3" w14:textId="77777777" w:rsidR="006B6F77" w:rsidRPr="009C54AE" w:rsidRDefault="00382AA2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6B6F77" w:rsidRPr="009C54AE" w14:paraId="3DE95B14" w14:textId="77777777" w:rsidTr="00B819C8">
        <w:tc>
          <w:tcPr>
            <w:tcW w:w="2694" w:type="dxa"/>
            <w:vAlign w:val="center"/>
          </w:tcPr>
          <w:p w14:paraId="4A26E574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3D761F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14:paraId="77D9E7A1" w14:textId="77777777" w:rsidTr="00B819C8">
        <w:tc>
          <w:tcPr>
            <w:tcW w:w="2694" w:type="dxa"/>
            <w:vAlign w:val="center"/>
          </w:tcPr>
          <w:p w14:paraId="3C57E39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3AD3E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14:paraId="6E93FBB0" w14:textId="77777777" w:rsidTr="00B819C8">
        <w:tc>
          <w:tcPr>
            <w:tcW w:w="2694" w:type="dxa"/>
            <w:vAlign w:val="center"/>
          </w:tcPr>
          <w:p w14:paraId="7D980FF5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A92F9A" w14:textId="77777777"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B6F77" w:rsidRPr="009C54AE" w14:paraId="5119B97A" w14:textId="77777777" w:rsidTr="00B819C8">
        <w:tc>
          <w:tcPr>
            <w:tcW w:w="2694" w:type="dxa"/>
            <w:vAlign w:val="center"/>
          </w:tcPr>
          <w:p w14:paraId="3E2B797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06F47" w14:textId="77777777" w:rsidR="006B6F77" w:rsidRPr="009C54AE" w:rsidRDefault="000C16CC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108B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B6F77" w:rsidRPr="009C54AE" w14:paraId="2916101C" w14:textId="77777777" w:rsidTr="00B819C8">
        <w:tc>
          <w:tcPr>
            <w:tcW w:w="2694" w:type="dxa"/>
            <w:vAlign w:val="center"/>
          </w:tcPr>
          <w:p w14:paraId="62ED707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0125DB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14:paraId="7CFA1856" w14:textId="77777777" w:rsidTr="00B819C8">
        <w:tc>
          <w:tcPr>
            <w:tcW w:w="2694" w:type="dxa"/>
            <w:vAlign w:val="center"/>
          </w:tcPr>
          <w:p w14:paraId="4E74DBEF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2650E3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14:paraId="55C474BF" w14:textId="77777777" w:rsidTr="00B819C8">
        <w:tc>
          <w:tcPr>
            <w:tcW w:w="2694" w:type="dxa"/>
            <w:vAlign w:val="center"/>
          </w:tcPr>
          <w:p w14:paraId="21848F75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804ADA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14:paraId="04076FD1" w14:textId="77777777" w:rsidTr="00B819C8">
        <w:tc>
          <w:tcPr>
            <w:tcW w:w="2694" w:type="dxa"/>
            <w:vAlign w:val="center"/>
          </w:tcPr>
          <w:p w14:paraId="6CBF9E6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D89AD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82D0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14:paraId="669FEA9B" w14:textId="77777777" w:rsidTr="00B819C8">
        <w:tc>
          <w:tcPr>
            <w:tcW w:w="2694" w:type="dxa"/>
            <w:vAlign w:val="center"/>
          </w:tcPr>
          <w:p w14:paraId="2C5960B8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E04ABB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FF8341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F44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5772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E2AB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F21DF7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1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E8E8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F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53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E1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B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D2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46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B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59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F74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45AF9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C727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10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268C" w14:textId="77777777" w:rsidR="00015B8F" w:rsidRPr="009C54AE" w:rsidRDefault="003108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BD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50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3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7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54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6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D63E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A16DBA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3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7F0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E5F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237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9E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CA9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8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FD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89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AF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F6C4F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EEB28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4503B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BA52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EB62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28A5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4F0B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1849BA7" w14:textId="77777777" w:rsidR="009C54AE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75429E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D7C99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9696EB" w14:textId="77777777" w:rsidTr="00745302">
        <w:tc>
          <w:tcPr>
            <w:tcW w:w="9670" w:type="dxa"/>
          </w:tcPr>
          <w:p w14:paraId="5B5DCE38" w14:textId="77777777"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14:paraId="38BD19E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888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0827E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F0A2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8057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471C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9049F90" w14:textId="77777777" w:rsidTr="00923D7D">
        <w:tc>
          <w:tcPr>
            <w:tcW w:w="851" w:type="dxa"/>
            <w:vAlign w:val="center"/>
          </w:tcPr>
          <w:p w14:paraId="301B2D5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A61F1F" w14:textId="77777777"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14:paraId="7DEAE8A1" w14:textId="77777777" w:rsidTr="00923D7D">
        <w:tc>
          <w:tcPr>
            <w:tcW w:w="851" w:type="dxa"/>
            <w:vAlign w:val="center"/>
          </w:tcPr>
          <w:p w14:paraId="116A0CBD" w14:textId="77777777"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5B2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14:paraId="5628D552" w14:textId="77777777" w:rsidTr="00923D7D">
        <w:tc>
          <w:tcPr>
            <w:tcW w:w="851" w:type="dxa"/>
            <w:vAlign w:val="center"/>
          </w:tcPr>
          <w:p w14:paraId="37EB66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D4435B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14:paraId="778C8D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2796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C102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D263B" w14:textId="77777777" w:rsidTr="0071620A">
        <w:tc>
          <w:tcPr>
            <w:tcW w:w="1701" w:type="dxa"/>
            <w:vAlign w:val="center"/>
          </w:tcPr>
          <w:p w14:paraId="629AD3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B00028" w14:textId="77777777" w:rsidR="008A4E7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302DCA4" w14:textId="77777777" w:rsidR="0085747A" w:rsidRPr="009C54AE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FD75E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EBED1" w14:textId="77777777" w:rsidTr="005E6E85">
        <w:tc>
          <w:tcPr>
            <w:tcW w:w="1701" w:type="dxa"/>
          </w:tcPr>
          <w:p w14:paraId="649089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7E5214B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14:paraId="4C3AEE9F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14:paraId="0BE12255" w14:textId="77777777"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C5DDFA9" w14:textId="77777777" w:rsidTr="005E6E85">
        <w:tc>
          <w:tcPr>
            <w:tcW w:w="1701" w:type="dxa"/>
          </w:tcPr>
          <w:p w14:paraId="201B2A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3FEA29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14:paraId="28070827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14:paraId="30D091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CCD2037" w14:textId="77777777" w:rsidTr="005E6E85">
        <w:tc>
          <w:tcPr>
            <w:tcW w:w="1701" w:type="dxa"/>
          </w:tcPr>
          <w:p w14:paraId="485A23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50AD5B6" w14:textId="77777777"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14:paraId="4BB592C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14:paraId="0FCD29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14:paraId="31EA34CE" w14:textId="77777777" w:rsidTr="005E6E85">
        <w:tc>
          <w:tcPr>
            <w:tcW w:w="1701" w:type="dxa"/>
          </w:tcPr>
          <w:p w14:paraId="7459B8A4" w14:textId="77777777"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10D638A" w14:textId="77777777"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14:paraId="69B077A0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00F88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68A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68FB4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218CC2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2E85A5" w14:textId="77777777" w:rsidTr="00923D7D">
        <w:tc>
          <w:tcPr>
            <w:tcW w:w="9639" w:type="dxa"/>
          </w:tcPr>
          <w:p w14:paraId="2C5CFBA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11F9D1F" w14:textId="77777777" w:rsidTr="00923D7D">
        <w:tc>
          <w:tcPr>
            <w:tcW w:w="9639" w:type="dxa"/>
          </w:tcPr>
          <w:p w14:paraId="41C9ADDC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59314EE1" w14:textId="77777777" w:rsidTr="00923D7D">
        <w:tc>
          <w:tcPr>
            <w:tcW w:w="9639" w:type="dxa"/>
          </w:tcPr>
          <w:p w14:paraId="64DBA40C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046A0FBE" w14:textId="77777777" w:rsidTr="00923D7D">
        <w:tc>
          <w:tcPr>
            <w:tcW w:w="9639" w:type="dxa"/>
          </w:tcPr>
          <w:p w14:paraId="53ABE481" w14:textId="77777777" w:rsidR="0085747A" w:rsidRPr="009C54AE" w:rsidRDefault="00310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3EAAE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3789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966C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C8941" w14:textId="77777777" w:rsidTr="00923D7D">
        <w:tc>
          <w:tcPr>
            <w:tcW w:w="9639" w:type="dxa"/>
          </w:tcPr>
          <w:p w14:paraId="73CC31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C3321C" w14:textId="77777777" w:rsidTr="00923D7D">
        <w:tc>
          <w:tcPr>
            <w:tcW w:w="9639" w:type="dxa"/>
          </w:tcPr>
          <w:p w14:paraId="3F4A76FA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14:paraId="4C44FB89" w14:textId="77777777" w:rsidTr="00923D7D">
        <w:tc>
          <w:tcPr>
            <w:tcW w:w="9639" w:type="dxa"/>
          </w:tcPr>
          <w:p w14:paraId="2966151E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14:paraId="7FFA18A4" w14:textId="77777777" w:rsidTr="00923D7D">
        <w:tc>
          <w:tcPr>
            <w:tcW w:w="9639" w:type="dxa"/>
          </w:tcPr>
          <w:p w14:paraId="0D72963B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14:paraId="12536DDC" w14:textId="77777777" w:rsidTr="00923D7D">
        <w:tc>
          <w:tcPr>
            <w:tcW w:w="9639" w:type="dxa"/>
          </w:tcPr>
          <w:p w14:paraId="38904929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związane z prezentowaniem siebie w sytuacji poszukiwania pracy: dokumenty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aplikacyjne, pierwsze wrażenie, rozmowa kwalifikacyjna.</w:t>
            </w:r>
          </w:p>
        </w:tc>
      </w:tr>
      <w:tr w:rsidR="001F1BD9" w:rsidRPr="009C54AE" w14:paraId="0E9BFF6A" w14:textId="77777777" w:rsidTr="00923D7D">
        <w:tc>
          <w:tcPr>
            <w:tcW w:w="9639" w:type="dxa"/>
          </w:tcPr>
          <w:p w14:paraId="25AA3ABC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zagadnienia związane z kulturą w sytuacjach prywatnych, zawodowych.</w:t>
            </w:r>
          </w:p>
        </w:tc>
      </w:tr>
      <w:tr w:rsidR="00BD362A" w:rsidRPr="009C54AE" w14:paraId="168DD770" w14:textId="77777777" w:rsidTr="00923D7D">
        <w:tc>
          <w:tcPr>
            <w:tcW w:w="9639" w:type="dxa"/>
          </w:tcPr>
          <w:p w14:paraId="11A23311" w14:textId="77777777"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14:paraId="5A8EA9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47881" w14:textId="77777777"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8FC247" w14:textId="77777777"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1D20B2" w14:textId="77777777"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14:paraId="227C0C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0121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25CBA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75FE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AC3E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F59D5F" w14:textId="77777777" w:rsidTr="00C05F44">
        <w:tc>
          <w:tcPr>
            <w:tcW w:w="1985" w:type="dxa"/>
            <w:vAlign w:val="center"/>
          </w:tcPr>
          <w:p w14:paraId="19D66E9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5E65D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A7687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2CDCE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2296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A5C15CC" w14:textId="77777777" w:rsidTr="00C05F44">
        <w:tc>
          <w:tcPr>
            <w:tcW w:w="1985" w:type="dxa"/>
          </w:tcPr>
          <w:p w14:paraId="62A33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A5D8A2F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18AF168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368C317D" w14:textId="77777777" w:rsidTr="00C05F44">
        <w:tc>
          <w:tcPr>
            <w:tcW w:w="1985" w:type="dxa"/>
          </w:tcPr>
          <w:p w14:paraId="29BD05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9B43FA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068BA6D7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3D3F687E" w14:textId="77777777" w:rsidTr="00C05F44">
        <w:tc>
          <w:tcPr>
            <w:tcW w:w="1985" w:type="dxa"/>
          </w:tcPr>
          <w:p w14:paraId="3B5368C5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E717A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183ED9E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3D820A3D" w14:textId="77777777" w:rsidTr="00C05F44">
        <w:tc>
          <w:tcPr>
            <w:tcW w:w="1985" w:type="dxa"/>
          </w:tcPr>
          <w:p w14:paraId="4498760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7F5B295" w14:textId="77777777"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17D0BA26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0CF96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E82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AA934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A0C45E" w14:textId="77777777" w:rsidTr="00923D7D">
        <w:tc>
          <w:tcPr>
            <w:tcW w:w="9670" w:type="dxa"/>
          </w:tcPr>
          <w:p w14:paraId="7BE200E8" w14:textId="77777777" w:rsidR="00F649CD" w:rsidRPr="009C54AE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49C1DD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14:paraId="309EFF3F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sa przeliczane na procenty, którym odpowiadają oceny: </w:t>
            </w:r>
          </w:p>
          <w:p w14:paraId="5EB2E40F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0FE3FAEE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381E2A05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783EC613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1B41B2F4" w14:textId="77777777" w:rsidR="00F649CD" w:rsidRDefault="00F649CD" w:rsidP="00F64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427AEB6B" w14:textId="77777777" w:rsidR="00923D7D" w:rsidRPr="009C54AE" w:rsidRDefault="00F649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00A64B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9A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A089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C41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5B35342" w14:textId="77777777" w:rsidTr="003E1941">
        <w:tc>
          <w:tcPr>
            <w:tcW w:w="4962" w:type="dxa"/>
            <w:vAlign w:val="center"/>
          </w:tcPr>
          <w:p w14:paraId="724CA1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CFF9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0DCCFC" w14:textId="77777777" w:rsidTr="00923D7D">
        <w:tc>
          <w:tcPr>
            <w:tcW w:w="4962" w:type="dxa"/>
          </w:tcPr>
          <w:p w14:paraId="0B8DEF3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1F9115" w14:textId="77777777" w:rsidR="0085747A" w:rsidRPr="009C54AE" w:rsidRDefault="003108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F8E47" w14:textId="77777777" w:rsidTr="00923D7D">
        <w:tc>
          <w:tcPr>
            <w:tcW w:w="4962" w:type="dxa"/>
          </w:tcPr>
          <w:p w14:paraId="017DD1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CD13A4" w14:textId="25FBF3E7" w:rsidR="00C61DC5" w:rsidRPr="009C54AE" w:rsidRDefault="00177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72302FB" w14:textId="77777777" w:rsidR="00177D08" w:rsidRDefault="00177D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7751F3" w14:textId="14DFD9AF" w:rsidR="00C61DC5" w:rsidRPr="009C54AE" w:rsidRDefault="00262A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03DBE49" w14:textId="77777777" w:rsidTr="00923D7D">
        <w:tc>
          <w:tcPr>
            <w:tcW w:w="4962" w:type="dxa"/>
          </w:tcPr>
          <w:p w14:paraId="4A51F9B5" w14:textId="77777777" w:rsidR="00521B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21B98">
              <w:rPr>
                <w:rFonts w:ascii="Corbel" w:hAnsi="Corbel"/>
                <w:sz w:val="24"/>
                <w:szCs w:val="24"/>
              </w:rPr>
              <w:t>:</w:t>
            </w:r>
          </w:p>
          <w:p w14:paraId="45E56C45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D7772E7" w14:textId="683D9364" w:rsidR="00C61DC5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AF7B44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3A7FC79C" w14:textId="111D12E3" w:rsidR="005D7AE6" w:rsidRPr="009C54AE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3196E48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A8AC5B" w14:textId="77777777" w:rsidR="005D7AE6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EE8DDA1" w14:textId="16FE5F47" w:rsidR="00C61DC5" w:rsidRDefault="00262A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168B104E" w14:textId="2E5C5F60" w:rsidR="00521B98" w:rsidRDefault="006A00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FFD3741" w14:textId="3EACE982" w:rsidR="005D7AE6" w:rsidRPr="009C54AE" w:rsidRDefault="005D7A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CAFE7D" w14:textId="77777777" w:rsidTr="00923D7D">
        <w:tc>
          <w:tcPr>
            <w:tcW w:w="4962" w:type="dxa"/>
          </w:tcPr>
          <w:p w14:paraId="3BB9D2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2C027FD" w14:textId="744A6555" w:rsidR="0085747A" w:rsidRPr="009C54AE" w:rsidRDefault="006A00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183BB6D" w14:textId="77777777" w:rsidTr="00923D7D">
        <w:tc>
          <w:tcPr>
            <w:tcW w:w="4962" w:type="dxa"/>
          </w:tcPr>
          <w:p w14:paraId="0691B2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709EAB" w14:textId="77777777"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BA33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466C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78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4AAD8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CF2ED31" w14:textId="77777777" w:rsidTr="0071620A">
        <w:trPr>
          <w:trHeight w:val="397"/>
        </w:trPr>
        <w:tc>
          <w:tcPr>
            <w:tcW w:w="3544" w:type="dxa"/>
          </w:tcPr>
          <w:p w14:paraId="294426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81CF1A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1AB150" w14:textId="77777777" w:rsidTr="0071620A">
        <w:trPr>
          <w:trHeight w:val="397"/>
        </w:trPr>
        <w:tc>
          <w:tcPr>
            <w:tcW w:w="3544" w:type="dxa"/>
          </w:tcPr>
          <w:p w14:paraId="7E8234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378CA0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511261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E82D7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E4713" w14:textId="77777777" w:rsidR="00F649CD" w:rsidRDefault="00F649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77F2" w:rsidRPr="009C54AE" w14:paraId="5AF248D6" w14:textId="77777777" w:rsidTr="005D56B3">
        <w:trPr>
          <w:trHeight w:val="397"/>
        </w:trPr>
        <w:tc>
          <w:tcPr>
            <w:tcW w:w="7513" w:type="dxa"/>
          </w:tcPr>
          <w:p w14:paraId="6E997CFD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5CF4FE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Leary M., Wywieranie wrażenia. Strategie autoprezentacyjne 2017, Gdańskie Wydawnictwo Psychologiczne, Gdańsk 2017</w:t>
            </w:r>
          </w:p>
          <w:p w14:paraId="362F6A26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Mc KayM., Davis M., Fanning P., Sztuka skutecznego porozumiewania się, Gdańskie Wydawnictwo Psychologiczne, Gdańsk 2007, Część IV – sztuka komunikowania się w sytuacjach towarzyskich, s 190-219.</w:t>
            </w:r>
          </w:p>
          <w:p w14:paraId="5407FE48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Savoir-vivre, czyli jak ułatwić sobie życie, Wydawnictwo BOSZ, Olszanica 2018</w:t>
            </w:r>
          </w:p>
          <w:p w14:paraId="51B2FF20" w14:textId="77777777" w:rsidR="004177F2" w:rsidRPr="009C54AE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77F2" w:rsidRPr="009C54AE" w14:paraId="6ECD8DB1" w14:textId="77777777" w:rsidTr="005D56B3">
        <w:trPr>
          <w:trHeight w:val="397"/>
        </w:trPr>
        <w:tc>
          <w:tcPr>
            <w:tcW w:w="7513" w:type="dxa"/>
          </w:tcPr>
          <w:p w14:paraId="1BE12E42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B85EC3" w14:textId="77777777" w:rsidR="004177F2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 A. B., To przecież proste! Towarzyskie umiejętności, które ułatwiają życie, Dom Wydawniczy Rebis, Poznań 2010</w:t>
            </w:r>
          </w:p>
          <w:p w14:paraId="44182EF0" w14:textId="77777777" w:rsidR="004177F2" w:rsidRPr="001F521D" w:rsidRDefault="004177F2" w:rsidP="005D5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Polański G. , Pokolenia X i Y. Kompetencje społeczne. Mediatyzacja codzienności, Wydawnictwo Uniwersytetu Rzeszowskiego, Rzeszów 2021; rozdział: Kompetencje społeczne – pojecie i uwarunkowania rozwoju, s. 61-95.</w:t>
            </w:r>
          </w:p>
        </w:tc>
      </w:tr>
    </w:tbl>
    <w:p w14:paraId="5EC1BDB4" w14:textId="77777777" w:rsidR="00F649CD" w:rsidRPr="009C54AE" w:rsidRDefault="00F649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978C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E18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4A6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6AD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80499" w14:textId="77777777" w:rsidR="00A21C1B" w:rsidRDefault="00A21C1B" w:rsidP="00C16ABF">
      <w:pPr>
        <w:spacing w:after="0" w:line="240" w:lineRule="auto"/>
      </w:pPr>
      <w:r>
        <w:separator/>
      </w:r>
    </w:p>
  </w:endnote>
  <w:endnote w:type="continuationSeparator" w:id="0">
    <w:p w14:paraId="4089F06C" w14:textId="77777777" w:rsidR="00A21C1B" w:rsidRDefault="00A21C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C4D4" w14:textId="77777777" w:rsidR="00A21C1B" w:rsidRDefault="00A21C1B" w:rsidP="00C16ABF">
      <w:pPr>
        <w:spacing w:after="0" w:line="240" w:lineRule="auto"/>
      </w:pPr>
      <w:r>
        <w:separator/>
      </w:r>
    </w:p>
  </w:footnote>
  <w:footnote w:type="continuationSeparator" w:id="0">
    <w:p w14:paraId="5CE4932E" w14:textId="77777777" w:rsidR="00A21C1B" w:rsidRDefault="00A21C1B" w:rsidP="00C16ABF">
      <w:pPr>
        <w:spacing w:after="0" w:line="240" w:lineRule="auto"/>
      </w:pPr>
      <w:r>
        <w:continuationSeparator/>
      </w:r>
    </w:p>
  </w:footnote>
  <w:footnote w:id="1">
    <w:p w14:paraId="39D7B3E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0860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36B62"/>
    <w:rsid w:val="00042A51"/>
    <w:rsid w:val="00042D2E"/>
    <w:rsid w:val="00044C82"/>
    <w:rsid w:val="00070ED6"/>
    <w:rsid w:val="000742DC"/>
    <w:rsid w:val="00076006"/>
    <w:rsid w:val="00084C12"/>
    <w:rsid w:val="0009462C"/>
    <w:rsid w:val="00094B12"/>
    <w:rsid w:val="00096C46"/>
    <w:rsid w:val="000A16C0"/>
    <w:rsid w:val="000A296F"/>
    <w:rsid w:val="000A2A28"/>
    <w:rsid w:val="000B192D"/>
    <w:rsid w:val="000B28EE"/>
    <w:rsid w:val="000B3E37"/>
    <w:rsid w:val="000C0DA1"/>
    <w:rsid w:val="000C16CC"/>
    <w:rsid w:val="000D04B0"/>
    <w:rsid w:val="000F1C57"/>
    <w:rsid w:val="000F5615"/>
    <w:rsid w:val="001068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CF"/>
    <w:rsid w:val="00166A03"/>
    <w:rsid w:val="001718A7"/>
    <w:rsid w:val="001737CF"/>
    <w:rsid w:val="00176083"/>
    <w:rsid w:val="001770C7"/>
    <w:rsid w:val="00177D08"/>
    <w:rsid w:val="0019200E"/>
    <w:rsid w:val="00192F37"/>
    <w:rsid w:val="001A70D2"/>
    <w:rsid w:val="001B780D"/>
    <w:rsid w:val="001D657B"/>
    <w:rsid w:val="001D7B54"/>
    <w:rsid w:val="001E0209"/>
    <w:rsid w:val="001F1BD9"/>
    <w:rsid w:val="001F2CA2"/>
    <w:rsid w:val="00203CC3"/>
    <w:rsid w:val="002144C0"/>
    <w:rsid w:val="0022477D"/>
    <w:rsid w:val="002278A9"/>
    <w:rsid w:val="002336F9"/>
    <w:rsid w:val="0024028F"/>
    <w:rsid w:val="00244ABC"/>
    <w:rsid w:val="00262A14"/>
    <w:rsid w:val="00281FF2"/>
    <w:rsid w:val="002857DE"/>
    <w:rsid w:val="00291567"/>
    <w:rsid w:val="00296217"/>
    <w:rsid w:val="002A22BF"/>
    <w:rsid w:val="002A2389"/>
    <w:rsid w:val="002A3F0D"/>
    <w:rsid w:val="002A671D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08B0"/>
    <w:rsid w:val="003151C5"/>
    <w:rsid w:val="003343CF"/>
    <w:rsid w:val="00346FE9"/>
    <w:rsid w:val="0034759A"/>
    <w:rsid w:val="003503F6"/>
    <w:rsid w:val="003530DD"/>
    <w:rsid w:val="00363F78"/>
    <w:rsid w:val="00375707"/>
    <w:rsid w:val="00382AA2"/>
    <w:rsid w:val="003A0A5B"/>
    <w:rsid w:val="003A1176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177F2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3F"/>
    <w:rsid w:val="0050496F"/>
    <w:rsid w:val="00513B6F"/>
    <w:rsid w:val="00517C63"/>
    <w:rsid w:val="00521B98"/>
    <w:rsid w:val="00526C94"/>
    <w:rsid w:val="005363C4"/>
    <w:rsid w:val="00536BDE"/>
    <w:rsid w:val="00543ACC"/>
    <w:rsid w:val="0055594A"/>
    <w:rsid w:val="0056696D"/>
    <w:rsid w:val="00573EF9"/>
    <w:rsid w:val="0059484D"/>
    <w:rsid w:val="005A0855"/>
    <w:rsid w:val="005A2BB1"/>
    <w:rsid w:val="005A3196"/>
    <w:rsid w:val="005C080F"/>
    <w:rsid w:val="005C55E5"/>
    <w:rsid w:val="005C696A"/>
    <w:rsid w:val="005D7AE6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060"/>
    <w:rsid w:val="006620D9"/>
    <w:rsid w:val="0066760E"/>
    <w:rsid w:val="00671958"/>
    <w:rsid w:val="00675843"/>
    <w:rsid w:val="00696477"/>
    <w:rsid w:val="006A0047"/>
    <w:rsid w:val="006A6FD0"/>
    <w:rsid w:val="006B3414"/>
    <w:rsid w:val="006B6F77"/>
    <w:rsid w:val="006C6AE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B72"/>
    <w:rsid w:val="00997F14"/>
    <w:rsid w:val="009A7584"/>
    <w:rsid w:val="009A78D9"/>
    <w:rsid w:val="009C11A9"/>
    <w:rsid w:val="009C1331"/>
    <w:rsid w:val="009C3E31"/>
    <w:rsid w:val="009C54AE"/>
    <w:rsid w:val="009C77E7"/>
    <w:rsid w:val="009C788E"/>
    <w:rsid w:val="009E3B41"/>
    <w:rsid w:val="009F3C5C"/>
    <w:rsid w:val="009F4610"/>
    <w:rsid w:val="00A00ECC"/>
    <w:rsid w:val="00A155EE"/>
    <w:rsid w:val="00A21C1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B44"/>
    <w:rsid w:val="00B06142"/>
    <w:rsid w:val="00B135B1"/>
    <w:rsid w:val="00B3130B"/>
    <w:rsid w:val="00B40ADB"/>
    <w:rsid w:val="00B43B77"/>
    <w:rsid w:val="00B43E80"/>
    <w:rsid w:val="00B54708"/>
    <w:rsid w:val="00B607DB"/>
    <w:rsid w:val="00B66529"/>
    <w:rsid w:val="00B75946"/>
    <w:rsid w:val="00B8056E"/>
    <w:rsid w:val="00B819C8"/>
    <w:rsid w:val="00B82308"/>
    <w:rsid w:val="00B90885"/>
    <w:rsid w:val="00BB520A"/>
    <w:rsid w:val="00BB62A4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1C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63348"/>
    <w:rsid w:val="00E7368A"/>
    <w:rsid w:val="00E77E88"/>
    <w:rsid w:val="00E8107D"/>
    <w:rsid w:val="00E82D03"/>
    <w:rsid w:val="00E960BB"/>
    <w:rsid w:val="00EA2074"/>
    <w:rsid w:val="00EA4832"/>
    <w:rsid w:val="00EA4E9D"/>
    <w:rsid w:val="00EC4899"/>
    <w:rsid w:val="00ED03AB"/>
    <w:rsid w:val="00ED32D2"/>
    <w:rsid w:val="00EE1D0C"/>
    <w:rsid w:val="00EE32DE"/>
    <w:rsid w:val="00EE5457"/>
    <w:rsid w:val="00F070AB"/>
    <w:rsid w:val="00F07C14"/>
    <w:rsid w:val="00F17567"/>
    <w:rsid w:val="00F27A7B"/>
    <w:rsid w:val="00F526AF"/>
    <w:rsid w:val="00F617C3"/>
    <w:rsid w:val="00F649CD"/>
    <w:rsid w:val="00F7066B"/>
    <w:rsid w:val="00F83B28"/>
    <w:rsid w:val="00FA1EA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FC60"/>
  <w15:docId w15:val="{ED6354EC-4D8E-4299-A7E9-775944F9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2D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7E9AF-7824-4B22-8846-E27F5A70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4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10</cp:revision>
  <cp:lastPrinted>2019-02-06T12:12:00Z</cp:lastPrinted>
  <dcterms:created xsi:type="dcterms:W3CDTF">2022-04-27T10:08:00Z</dcterms:created>
  <dcterms:modified xsi:type="dcterms:W3CDTF">2022-05-30T16:54:00Z</dcterms:modified>
</cp:coreProperties>
</file>